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507E33FD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8810A4">
        <w:rPr>
          <w:rFonts w:cstheme="minorHAnsi"/>
          <w:b/>
          <w:szCs w:val="18"/>
        </w:rPr>
        <w:t xml:space="preserve"> 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339899FD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E2CFA" w:rsidRPr="00AF123C">
        <w:rPr>
          <w:rFonts w:cstheme="minorHAnsi"/>
          <w:noProof/>
          <w:szCs w:val="18"/>
          <w:lang w:eastAsia="pl-PL"/>
        </w:rPr>
        <w:t>POST/DYS/OW/GZ/04581/2025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E2CFA" w:rsidRPr="00AF123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R19: Gmina Chorzele, Gmina Jednorożec, Gmina Baranowo, Gmina Czarnia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42C7317F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E2CFA" w:rsidRPr="00AF123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R19: Gmina Chorzele, Gmina Jednorożec, Gmina Baranowo, Gmina Czarnia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3EC1698B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5E2CFA" w:rsidRPr="00AF123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powyżej 1 m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4x120 mm2 lub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powyżej 1 m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cstheme="minorHAnsi"/>
              </w:rPr>
              <w:t>AsXSn</w:t>
            </w:r>
            <w:proofErr w:type="spellEnd"/>
            <w:r w:rsidRPr="00AD02FC">
              <w:rPr>
                <w:rFonts w:cstheme="minorHAnsi"/>
              </w:rPr>
              <w:t xml:space="preserve"> 4x50mm2 do typu </w:t>
            </w:r>
            <w:proofErr w:type="spellStart"/>
            <w:r w:rsidRPr="00AD02FC">
              <w:rPr>
                <w:rFonts w:cstheme="minorHAnsi"/>
              </w:rPr>
              <w:t>AsXSn</w:t>
            </w:r>
            <w:proofErr w:type="spellEnd"/>
            <w:r w:rsidRPr="00AD02FC">
              <w:rPr>
                <w:rFonts w:cstheme="minorHAnsi"/>
              </w:rPr>
              <w:t xml:space="preserve"> 4x95mm2.</w:t>
            </w:r>
            <w:r w:rsidRPr="00AD02FC">
              <w:rPr>
                <w:rFonts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cstheme="minorHAnsi"/>
              </w:rPr>
              <w:t>nN.</w:t>
            </w:r>
            <w:proofErr w:type="spellEnd"/>
            <w:r w:rsidRPr="00AD02FC">
              <w:rPr>
                <w:rFonts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 xml:space="preserve">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cstheme="minorHAnsi"/>
              </w:rPr>
              <w:t>nN</w:t>
            </w:r>
            <w:proofErr w:type="spellEnd"/>
            <w:r w:rsidRPr="00F36D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cstheme="minorHAnsi"/>
              </w:rPr>
              <w:t>odejściowego</w:t>
            </w:r>
            <w:proofErr w:type="spellEnd"/>
            <w:r w:rsidRPr="00F36D6A">
              <w:rPr>
                <w:rFonts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dobudowy pola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cstheme="minorHAnsi"/>
              </w:rPr>
              <w:t>oszynowaniem</w:t>
            </w:r>
            <w:proofErr w:type="spellEnd"/>
            <w:r w:rsidRPr="00CD226A">
              <w:rPr>
                <w:rFonts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rozdzielni nN-0,4 </w:t>
            </w:r>
            <w:proofErr w:type="spellStart"/>
            <w:r w:rsidRPr="00AD02FC">
              <w:rPr>
                <w:rFonts w:cstheme="minorHAnsi"/>
              </w:rPr>
              <w:t>kV</w:t>
            </w:r>
            <w:proofErr w:type="spellEnd"/>
            <w:r w:rsidRPr="00AD02FC">
              <w:rPr>
                <w:rFonts w:cstheme="minorHAnsi"/>
              </w:rPr>
              <w:t xml:space="preserve">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z linią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cstheme="minorHAnsi"/>
          <w:b/>
          <w:bCs/>
          <w:lang w:eastAsia="x-none"/>
        </w:rPr>
        <w:t>ww</w:t>
      </w:r>
      <w:proofErr w:type="spellEnd"/>
      <w:r w:rsidRPr="00AD02FC">
        <w:rPr>
          <w:rFonts w:cstheme="minorHAnsi"/>
          <w:b/>
          <w:bCs/>
          <w:lang w:eastAsia="x-none"/>
        </w:rPr>
        <w:t xml:space="preserve">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3EFF80E5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E2CFA" w:rsidRPr="00AF123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R19: Gmina Chorzele, Gmina Jednorożec, Gmina Baranowo, Gmina Czarnia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5E2CFA" w:rsidRPr="00AF123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29214574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5E2CFA" w:rsidRPr="00AF123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R19: Gmina Chorzele, Gmina Jednorożec, Gmina Baranowo, Gmina Czarnia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5E2CFA" w:rsidRPr="00AF123C">
        <w:rPr>
          <w:rFonts w:cstheme="minorHAnsi"/>
          <w:b/>
          <w:noProof/>
        </w:rPr>
        <w:t>POST/DYS/OW/GZ/04581/2025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63EB0EF4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E2CFA" w:rsidRPr="00AF123C">
        <w:rPr>
          <w:rFonts w:cstheme="minorHAnsi"/>
          <w:noProof/>
          <w:lang w:eastAsia="pl-PL"/>
        </w:rPr>
        <w:t>POST/DYS/OW/GZ/04581/2025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E2CFA" w:rsidRPr="00AF123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R19: Gmina Chorzele, Gmina Jednorożec, Gmina Baranowo, Gmina Czarnia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005C83E5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E2CFA" w:rsidRPr="00AF123C">
        <w:rPr>
          <w:rFonts w:cstheme="minorHAnsi"/>
          <w:noProof/>
          <w:lang w:eastAsia="pl-PL"/>
        </w:rPr>
        <w:t>POST/DYS/OW/GZ/04581/2025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E2CFA" w:rsidRPr="00AF123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R19: Gmina Chorzele, Gmina Jednorożec, Gmina Baranowo, Gmina Czarnia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08425DEC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5E2CFA" w:rsidRPr="00AF123C">
        <w:rPr>
          <w:rFonts w:cstheme="minorHAnsi"/>
          <w:noProof/>
          <w:lang w:eastAsia="pl-PL"/>
        </w:rPr>
        <w:t>POST/DYS/OW/GZ/04581/2025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5E2CFA" w:rsidRPr="00AF123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R19: Gmina Chorzele, Gmina Jednorożec, Gmina Baranowo, Gmina Czarnia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79279228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E2CFA" w:rsidRPr="00AF123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Ostrołęka obszar nr R19: Gmina Chorzele, Gmina Jednorożec, Gmina Baranowo, Gmina Czarnia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3F29B123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E2CFA" w:rsidRPr="00AF123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POST/DYS/OW/GZ/04581/2025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6533"/>
    <w:rsid w:val="002A3129"/>
    <w:rsid w:val="002A48F7"/>
    <w:rsid w:val="002B3D76"/>
    <w:rsid w:val="002B5C62"/>
    <w:rsid w:val="002C470F"/>
    <w:rsid w:val="002C66E0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10A4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4A35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481F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25215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4581_zał nr 4, 6, 7, 8, 11 do SWZ.docx</dmsv2BaseFileName>
    <dmsv2BaseDisplayName xmlns="http://schemas.microsoft.com/sharepoint/v3">4581_zał nr 4, 6, 7, 8, 11 do SWZ</dmsv2BaseDisplayName>
    <dmsv2SWPP2ObjectNumber xmlns="http://schemas.microsoft.com/sharepoint/v3">POST/DYS/OW/GZ/04581/2025                         </dmsv2SWPP2ObjectNumber>
    <dmsv2SWPP2SumMD5 xmlns="http://schemas.microsoft.com/sharepoint/v3">b95bd054155c6b5dddc7e186ffd5e058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702109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24022899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JEUP5JKVCYQC-1133723987-20992</_dlc_DocId>
    <_dlc_DocIdUrl xmlns="a19cb1c7-c5c7-46d4-85ae-d83685407bba">
      <Url>https://swpp2.dms.gkpge.pl/sites/41/_layouts/15/DocIdRedir.aspx?ID=JEUP5JKVCYQC-1133723987-20992</Url>
      <Description>JEUP5JKVCYQC-1133723987-20992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C01913-92FC-448C-9ED9-6253696DE428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5788C8-2651-4AA1-A914-92FDE16B421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5230</Words>
  <Characters>31384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2025-12-18T12:56:00Z</dcterms:created>
  <dcterms:modified xsi:type="dcterms:W3CDTF">2025-12-18T12:59:00Z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a592c7db-0e1c-416a-925b-5d0997d77593</vt:lpwstr>
  </property>
</Properties>
</file>